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46" w:rsidRDefault="00030046">
      <w:pPr>
        <w:pStyle w:val="Heading1"/>
      </w:pPr>
    </w:p>
    <w:bookmarkStart w:id="0" w:name="_GoBack"/>
    <w:bookmarkEnd w:id="0"/>
    <w:p w:rsidR="00B2154A" w:rsidRDefault="0032359F">
      <w:pPr>
        <w:pStyle w:val="Heading1"/>
        <w:rPr>
          <w:rStyle w:val="Heading1Char"/>
        </w:rPr>
      </w:pPr>
      <w:sdt>
        <w:sdtPr>
          <w:alias w:val="You’re invited to the 10th annual:"/>
          <w:tag w:val="You’re invited to the 10th annual:"/>
          <w:id w:val="-267163048"/>
          <w:placeholder>
            <w:docPart w:val="EFBAD47A2C724079B2A16B328000713C"/>
          </w:placeholder>
          <w:temporary/>
          <w:showingPlcHdr/>
          <w:text/>
        </w:sdtPr>
        <w:sdtEndPr>
          <w:rPr>
            <w:rStyle w:val="Heading1Char"/>
          </w:rPr>
        </w:sdtEndPr>
        <w:sdtContent>
          <w:r w:rsidR="000B311E">
            <w:rPr>
              <w:rStyle w:val="Heading1Char"/>
            </w:rPr>
            <w:t>You’re invited to the 10th annual</w:t>
          </w:r>
        </w:sdtContent>
      </w:sdt>
    </w:p>
    <w:p w:rsidR="00B2154A" w:rsidRDefault="0032359F">
      <w:pPr>
        <w:pStyle w:val="Subtitle"/>
      </w:pPr>
      <w:sdt>
        <w:sdtPr>
          <w:alias w:val="Enter event subtitle:"/>
          <w:tag w:val="Enter event subtitle:"/>
          <w:id w:val="94142273"/>
          <w:placeholder>
            <w:docPart w:val="B061228B97554E3786D4FD99AAD68DE1"/>
          </w:placeholder>
          <w:temporary/>
          <w:showingPlcHdr/>
          <w:text/>
        </w:sdtPr>
        <w:sdtEndPr/>
        <w:sdtContent>
          <w:r w:rsidR="000B311E">
            <w:t>spring fling</w:t>
          </w:r>
        </w:sdtContent>
      </w:sdt>
    </w:p>
    <w:p w:rsidR="00B2154A" w:rsidRDefault="0032359F">
      <w:pPr>
        <w:pStyle w:val="Title"/>
      </w:pPr>
      <w:sdt>
        <w:sdtPr>
          <w:alias w:val="Enter event title:"/>
          <w:tag w:val="Enter event title:"/>
          <w:id w:val="-1520303264"/>
          <w:placeholder>
            <w:docPart w:val="54A003247B5540C9BFF36D0F4E84361D"/>
          </w:placeholder>
          <w:temporary/>
          <w:showingPlcHdr/>
          <w:text/>
        </w:sdtPr>
        <w:sdtEndPr/>
        <w:sdtContent>
          <w:r w:rsidR="000B311E">
            <w:t>celebration</w:t>
          </w:r>
        </w:sdtContent>
      </w:sdt>
    </w:p>
    <w:p w:rsidR="00B2154A" w:rsidRDefault="0032359F">
      <w:sdt>
        <w:sdtPr>
          <w:alias w:val="Enter event description:"/>
          <w:tag w:val="Enter event description:"/>
          <w:id w:val="-1350335135"/>
          <w:placeholder>
            <w:docPart w:val="82A160D8B62E44FC99645C61BE063C1A"/>
          </w:placeholder>
          <w:temporary/>
          <w:showingPlcHdr/>
          <w:text/>
        </w:sdtPr>
        <w:sdtEndPr/>
        <w:sdtContent>
          <w:r w:rsidR="000B311E">
            <w:t>To get started right away, just tap any placeholder text (such as this) and start typing to replace it with your own.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bottom w:w="504" w:type="dxa"/>
          <w:right w:w="0" w:type="dxa"/>
        </w:tblCellMar>
        <w:tblLook w:val="06A0" w:firstRow="1" w:lastRow="0" w:firstColumn="1" w:lastColumn="0" w:noHBand="1" w:noVBand="1"/>
        <w:tblDescription w:val="Layout table to enter event location, date, and time"/>
      </w:tblPr>
      <w:tblGrid>
        <w:gridCol w:w="1440"/>
        <w:gridCol w:w="5040"/>
      </w:tblGrid>
      <w:tr w:rsidR="00EF656C" w:rsidTr="00BC4098">
        <w:sdt>
          <w:sdtPr>
            <w:alias w:val="Where:"/>
            <w:tag w:val="Where:"/>
            <w:id w:val="-1212797164"/>
            <w:placeholder>
              <w:docPart w:val="8B447A2278F54782BF31A36FAD416970"/>
            </w:placeholder>
            <w:temporary/>
            <w:showingPlcHdr/>
          </w:sdtPr>
          <w:sdtEndPr/>
          <w:sdtContent>
            <w:tc>
              <w:tcPr>
                <w:tcW w:w="1440" w:type="dxa"/>
              </w:tcPr>
              <w:p w:rsidR="00EF656C" w:rsidRDefault="00EF656C" w:rsidP="00EF656C">
                <w:pPr>
                  <w:pStyle w:val="Heading2"/>
                  <w:outlineLvl w:val="1"/>
                </w:pPr>
                <w:r w:rsidRPr="00EF656C">
                  <w:t>Where:</w:t>
                </w:r>
              </w:p>
            </w:tc>
          </w:sdtContent>
        </w:sdt>
        <w:sdt>
          <w:sdtPr>
            <w:alias w:val="Enter event location:"/>
            <w:tag w:val="Enter event location:"/>
            <w:id w:val="1175996258"/>
            <w:placeholder>
              <w:docPart w:val="36B6949EAD7247D4B2CD2214C83596D4"/>
            </w:placeholder>
            <w:temporary/>
            <w:showingPlcHdr/>
          </w:sdtPr>
          <w:sdtEndPr/>
          <w:sdtContent>
            <w:tc>
              <w:tcPr>
                <w:tcW w:w="5040" w:type="dxa"/>
              </w:tcPr>
              <w:p w:rsidR="00EF656C" w:rsidRDefault="00EF656C" w:rsidP="00EF656C">
                <w:pPr>
                  <w:pStyle w:val="Heading3"/>
                  <w:outlineLvl w:val="2"/>
                </w:pPr>
                <w:r w:rsidRPr="00EF656C">
                  <w:t>Event location</w:t>
                </w:r>
              </w:p>
            </w:tc>
          </w:sdtContent>
        </w:sdt>
      </w:tr>
      <w:tr w:rsidR="00EF656C" w:rsidTr="00BC4098">
        <w:sdt>
          <w:sdtPr>
            <w:alias w:val="When:"/>
            <w:tag w:val="When:"/>
            <w:id w:val="1473170454"/>
            <w:placeholder>
              <w:docPart w:val="33FD3432ED2B4E33B1C7AD127D89E3A6"/>
            </w:placeholder>
            <w:temporary/>
            <w:showingPlcHdr/>
          </w:sdtPr>
          <w:sdtEndPr/>
          <w:sdtContent>
            <w:tc>
              <w:tcPr>
                <w:tcW w:w="1440" w:type="dxa"/>
              </w:tcPr>
              <w:p w:rsidR="00EF656C" w:rsidRDefault="00EF656C" w:rsidP="00EF656C">
                <w:pPr>
                  <w:pStyle w:val="Heading2"/>
                  <w:outlineLvl w:val="1"/>
                </w:pPr>
                <w:r w:rsidRPr="00EF656C">
                  <w:t>When</w:t>
                </w:r>
                <w:r>
                  <w:t>:</w:t>
                </w:r>
              </w:p>
            </w:tc>
          </w:sdtContent>
        </w:sdt>
        <w:sdt>
          <w:sdtPr>
            <w:alias w:val="Enter event date:"/>
            <w:tag w:val="Enter event date:"/>
            <w:id w:val="54589293"/>
            <w:placeholder>
              <w:docPart w:val="C4B5DF5C07C64D1B82AE21EDD737A145"/>
            </w:placeholder>
            <w:temporary/>
            <w:showingPlcHdr/>
          </w:sdtPr>
          <w:sdtEndPr/>
          <w:sdtContent>
            <w:tc>
              <w:tcPr>
                <w:tcW w:w="5040" w:type="dxa"/>
              </w:tcPr>
              <w:p w:rsidR="00EF656C" w:rsidRDefault="00EF656C" w:rsidP="00EF656C">
                <w:pPr>
                  <w:pStyle w:val="Heading3"/>
                  <w:outlineLvl w:val="2"/>
                </w:pPr>
                <w:r w:rsidRPr="00EF656C">
                  <w:t>Event date</w:t>
                </w:r>
              </w:p>
            </w:tc>
          </w:sdtContent>
        </w:sdt>
      </w:tr>
      <w:tr w:rsidR="00EF656C" w:rsidTr="00BC4098">
        <w:sdt>
          <w:sdtPr>
            <w:alias w:val="Time:"/>
            <w:tag w:val="Time:"/>
            <w:id w:val="-72972727"/>
            <w:placeholder>
              <w:docPart w:val="1CFD1D26B00E4D71B5D42307FAB19800"/>
            </w:placeholder>
            <w:temporary/>
            <w:showingPlcHdr/>
          </w:sdtPr>
          <w:sdtEndPr/>
          <w:sdtContent>
            <w:tc>
              <w:tcPr>
                <w:tcW w:w="1440" w:type="dxa"/>
              </w:tcPr>
              <w:p w:rsidR="00EF656C" w:rsidRDefault="00EF656C" w:rsidP="00EF656C">
                <w:pPr>
                  <w:pStyle w:val="Heading2"/>
                  <w:outlineLvl w:val="1"/>
                </w:pPr>
                <w:r w:rsidRPr="00EF656C">
                  <w:t>Time</w:t>
                </w:r>
                <w:r>
                  <w:t>:</w:t>
                </w:r>
              </w:p>
            </w:tc>
          </w:sdtContent>
        </w:sdt>
        <w:sdt>
          <w:sdtPr>
            <w:alias w:val="Enter event time:"/>
            <w:tag w:val="Enter event time:"/>
            <w:id w:val="1435331274"/>
            <w:placeholder>
              <w:docPart w:val="86A71C3826AA4A398DE3ADC036D502AA"/>
            </w:placeholder>
            <w:temporary/>
            <w:showingPlcHdr/>
          </w:sdtPr>
          <w:sdtEndPr/>
          <w:sdtContent>
            <w:tc>
              <w:tcPr>
                <w:tcW w:w="5040" w:type="dxa"/>
              </w:tcPr>
              <w:p w:rsidR="00EF656C" w:rsidRDefault="00EF656C" w:rsidP="00EF656C">
                <w:pPr>
                  <w:pStyle w:val="Heading3"/>
                  <w:outlineLvl w:val="2"/>
                </w:pPr>
                <w:r w:rsidRPr="00EF656C">
                  <w:t>Event time</w:t>
                </w:r>
              </w:p>
            </w:tc>
          </w:sdtContent>
        </w:sdt>
      </w:tr>
    </w:tbl>
    <w:p w:rsidR="00CC3476" w:rsidRDefault="00CC3476" w:rsidP="00761050"/>
    <w:sectPr w:rsidR="00CC3476" w:rsidSect="00CC3476">
      <w:headerReference w:type="default" r:id="rId11"/>
      <w:pgSz w:w="12240" w:h="15840"/>
      <w:pgMar w:top="1440" w:right="4320" w:bottom="65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59F" w:rsidRDefault="0032359F">
      <w:pPr>
        <w:spacing w:after="0" w:line="240" w:lineRule="auto"/>
      </w:pPr>
      <w:r>
        <w:separator/>
      </w:r>
    </w:p>
  </w:endnote>
  <w:endnote w:type="continuationSeparator" w:id="0">
    <w:p w:rsidR="0032359F" w:rsidRDefault="00323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59F" w:rsidRDefault="0032359F">
      <w:pPr>
        <w:spacing w:after="0" w:line="240" w:lineRule="auto"/>
      </w:pPr>
      <w:r>
        <w:separator/>
      </w:r>
    </w:p>
  </w:footnote>
  <w:footnote w:type="continuationSeparator" w:id="0">
    <w:p w:rsidR="0032359F" w:rsidRDefault="00323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54A" w:rsidRDefault="000B311E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07A059BB" wp14:editId="2941964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58000" cy="9144000"/>
          <wp:effectExtent l="0" t="0" r="0" b="0"/>
          <wp:wrapNone/>
          <wp:docPr id="16" name="Picture 16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INTERFLYER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9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7F246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C544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E02EA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D068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41C72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0CE9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6304E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2EA2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80A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91600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99"/>
    <w:rsid w:val="00030046"/>
    <w:rsid w:val="000B311E"/>
    <w:rsid w:val="00216E12"/>
    <w:rsid w:val="0032359F"/>
    <w:rsid w:val="00403F5F"/>
    <w:rsid w:val="00476DE2"/>
    <w:rsid w:val="004E213E"/>
    <w:rsid w:val="005F2353"/>
    <w:rsid w:val="00664719"/>
    <w:rsid w:val="006929AE"/>
    <w:rsid w:val="00751E7B"/>
    <w:rsid w:val="00761050"/>
    <w:rsid w:val="007B0291"/>
    <w:rsid w:val="00944F24"/>
    <w:rsid w:val="00954B99"/>
    <w:rsid w:val="0099027E"/>
    <w:rsid w:val="00AA5785"/>
    <w:rsid w:val="00B2154A"/>
    <w:rsid w:val="00B51C88"/>
    <w:rsid w:val="00BC4098"/>
    <w:rsid w:val="00CC3476"/>
    <w:rsid w:val="00D219AF"/>
    <w:rsid w:val="00D26034"/>
    <w:rsid w:val="00E65747"/>
    <w:rsid w:val="00EF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80C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C7103A" w:themeColor="accent1" w:themeShade="BF"/>
        <w:sz w:val="22"/>
        <w:szCs w:val="22"/>
        <w:lang w:val="en-US" w:eastAsia="ja-JP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1" w:qFormat="1"/>
    <w:lsdException w:name="Strong" w:semiHidden="0" w:uiPriority="1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27E"/>
    <w:pPr>
      <w:contextualSpacing/>
    </w:pPr>
  </w:style>
  <w:style w:type="paragraph" w:styleId="Heading1">
    <w:name w:val="heading 1"/>
    <w:basedOn w:val="Normal"/>
    <w:link w:val="Heading1Char"/>
    <w:uiPriority w:val="9"/>
    <w:qFormat/>
    <w:rsid w:val="0099027E"/>
    <w:pPr>
      <w:keepNext/>
      <w:keepLines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99027E"/>
    <w:pPr>
      <w:widowControl w:val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9027E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color w:val="6E4119" w:themeColor="text2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uiPriority w:val="10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6E4119" w:themeColor="text2"/>
      <w:sz w:val="76"/>
      <w:szCs w:val="76"/>
    </w:rPr>
  </w:style>
  <w:style w:type="paragraph" w:styleId="Title">
    <w:name w:val="Title"/>
    <w:basedOn w:val="Normal"/>
    <w:uiPriority w:val="10"/>
    <w:qFormat/>
    <w:pPr>
      <w:spacing w:after="480" w:line="240" w:lineRule="auto"/>
      <w:ind w:right="-720"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Strong">
    <w:name w:val="Strong"/>
    <w:basedOn w:val="DefaultParagraphFont"/>
    <w:uiPriority w:val="11"/>
    <w:qFormat/>
    <w:rPr>
      <w:b w:val="0"/>
      <w:bCs w:val="0"/>
      <w:color w:val="6E4119" w:themeColor="text2"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EE325D" w:themeColor="accent1"/>
      <w:kern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EE325D" w:themeColor="accent1"/>
      <w:kern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9027E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9027E"/>
    <w:rPr>
      <w:rFonts w:asciiTheme="majorHAnsi" w:eastAsiaTheme="majorEastAsia" w:hAnsiTheme="majorHAnsi" w:cstheme="majorBidi"/>
      <w:b/>
      <w:sz w:val="28"/>
      <w:szCs w:val="26"/>
    </w:rPr>
  </w:style>
  <w:style w:type="table" w:styleId="TableGrid">
    <w:name w:val="Table Grid"/>
    <w:basedOn w:val="TableNormal"/>
    <w:uiPriority w:val="39"/>
    <w:rsid w:val="00EF6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99027E"/>
    <w:rPr>
      <w:rFonts w:asciiTheme="majorHAnsi" w:eastAsiaTheme="majorEastAsia" w:hAnsiTheme="majorHAnsi" w:cstheme="majorBidi"/>
      <w:b/>
      <w:color w:val="6E4119" w:themeColor="text2"/>
      <w:sz w:val="28"/>
      <w:szCs w:val="24"/>
    </w:rPr>
  </w:style>
  <w:style w:type="paragraph" w:styleId="BlockText">
    <w:name w:val="Block Text"/>
    <w:basedOn w:val="Normal"/>
    <w:uiPriority w:val="1"/>
    <w:semiHidden/>
    <w:unhideWhenUsed/>
    <w:qFormat/>
    <w:rsid w:val="00761050"/>
    <w:pPr>
      <w:pBdr>
        <w:top w:val="single" w:sz="2" w:space="10" w:color="C7103A" w:themeColor="accent1" w:themeShade="BF" w:shadow="1"/>
        <w:left w:val="single" w:sz="2" w:space="10" w:color="C7103A" w:themeColor="accent1" w:themeShade="BF" w:shadow="1"/>
        <w:bottom w:val="single" w:sz="2" w:space="10" w:color="C7103A" w:themeColor="accent1" w:themeShade="BF" w:shadow="1"/>
        <w:right w:val="single" w:sz="2" w:space="10" w:color="C7103A" w:themeColor="accent1" w:themeShade="BF" w:shadow="1"/>
      </w:pBdr>
      <w:ind w:left="1152" w:right="1152"/>
    </w:pPr>
    <w:rPr>
      <w:i/>
      <w:i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761050"/>
    <w:rPr>
      <w:i/>
      <w:iCs/>
      <w:color w:val="C7103A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61050"/>
    <w:pPr>
      <w:pBdr>
        <w:top w:val="single" w:sz="4" w:space="10" w:color="C7103A" w:themeColor="accent1" w:themeShade="BF"/>
        <w:bottom w:val="single" w:sz="4" w:space="10" w:color="C7103A" w:themeColor="accent1" w:themeShade="BF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61050"/>
    <w:rPr>
      <w:i/>
      <w:iCs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61050"/>
    <w:rPr>
      <w:b/>
      <w:bCs/>
      <w:caps w:val="0"/>
      <w:smallCaps/>
      <w:color w:val="C7103A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761050"/>
    <w:rPr>
      <w:color w:val="1B5E7B" w:themeColor="accent5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761050"/>
    <w:rPr>
      <w:color w:val="15485E" w:themeColor="background2" w:themeShade="40"/>
      <w:u w:val="single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610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color w:val="850B26" w:themeColor="accent1" w:themeShade="80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61050"/>
    <w:rPr>
      <w:rFonts w:asciiTheme="majorHAnsi" w:eastAsiaTheme="majorEastAsia" w:hAnsiTheme="majorHAnsi" w:cstheme="majorBidi"/>
      <w:color w:val="850B26" w:themeColor="accent1" w:themeShade="80"/>
      <w:sz w:val="24"/>
      <w:szCs w:val="24"/>
      <w:shd w:val="pct20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C7103A" w:themeColor="accent1" w:themeShade="BF"/>
        <w:sz w:val="22"/>
        <w:szCs w:val="22"/>
        <w:lang w:val="en-US" w:eastAsia="ja-JP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1" w:qFormat="1"/>
    <w:lsdException w:name="Strong" w:semiHidden="0" w:uiPriority="1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27E"/>
    <w:pPr>
      <w:contextualSpacing/>
    </w:pPr>
  </w:style>
  <w:style w:type="paragraph" w:styleId="Heading1">
    <w:name w:val="heading 1"/>
    <w:basedOn w:val="Normal"/>
    <w:link w:val="Heading1Char"/>
    <w:uiPriority w:val="9"/>
    <w:qFormat/>
    <w:rsid w:val="0099027E"/>
    <w:pPr>
      <w:keepNext/>
      <w:keepLines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99027E"/>
    <w:pPr>
      <w:widowControl w:val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9027E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color w:val="6E4119" w:themeColor="text2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uiPriority w:val="10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6E4119" w:themeColor="text2"/>
      <w:sz w:val="76"/>
      <w:szCs w:val="76"/>
    </w:rPr>
  </w:style>
  <w:style w:type="paragraph" w:styleId="Title">
    <w:name w:val="Title"/>
    <w:basedOn w:val="Normal"/>
    <w:uiPriority w:val="10"/>
    <w:qFormat/>
    <w:pPr>
      <w:spacing w:after="480" w:line="240" w:lineRule="auto"/>
      <w:ind w:right="-720"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Strong">
    <w:name w:val="Strong"/>
    <w:basedOn w:val="DefaultParagraphFont"/>
    <w:uiPriority w:val="11"/>
    <w:qFormat/>
    <w:rPr>
      <w:b w:val="0"/>
      <w:bCs w:val="0"/>
      <w:color w:val="6E4119" w:themeColor="text2"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EE325D" w:themeColor="accent1"/>
      <w:kern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EE325D" w:themeColor="accent1"/>
      <w:kern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9027E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9027E"/>
    <w:rPr>
      <w:rFonts w:asciiTheme="majorHAnsi" w:eastAsiaTheme="majorEastAsia" w:hAnsiTheme="majorHAnsi" w:cstheme="majorBidi"/>
      <w:b/>
      <w:sz w:val="28"/>
      <w:szCs w:val="26"/>
    </w:rPr>
  </w:style>
  <w:style w:type="table" w:styleId="TableGrid">
    <w:name w:val="Table Grid"/>
    <w:basedOn w:val="TableNormal"/>
    <w:uiPriority w:val="39"/>
    <w:rsid w:val="00EF6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99027E"/>
    <w:rPr>
      <w:rFonts w:asciiTheme="majorHAnsi" w:eastAsiaTheme="majorEastAsia" w:hAnsiTheme="majorHAnsi" w:cstheme="majorBidi"/>
      <w:b/>
      <w:color w:val="6E4119" w:themeColor="text2"/>
      <w:sz w:val="28"/>
      <w:szCs w:val="24"/>
    </w:rPr>
  </w:style>
  <w:style w:type="paragraph" w:styleId="BlockText">
    <w:name w:val="Block Text"/>
    <w:basedOn w:val="Normal"/>
    <w:uiPriority w:val="1"/>
    <w:semiHidden/>
    <w:unhideWhenUsed/>
    <w:qFormat/>
    <w:rsid w:val="00761050"/>
    <w:pPr>
      <w:pBdr>
        <w:top w:val="single" w:sz="2" w:space="10" w:color="C7103A" w:themeColor="accent1" w:themeShade="BF" w:shadow="1"/>
        <w:left w:val="single" w:sz="2" w:space="10" w:color="C7103A" w:themeColor="accent1" w:themeShade="BF" w:shadow="1"/>
        <w:bottom w:val="single" w:sz="2" w:space="10" w:color="C7103A" w:themeColor="accent1" w:themeShade="BF" w:shadow="1"/>
        <w:right w:val="single" w:sz="2" w:space="10" w:color="C7103A" w:themeColor="accent1" w:themeShade="BF" w:shadow="1"/>
      </w:pBdr>
      <w:ind w:left="1152" w:right="1152"/>
    </w:pPr>
    <w:rPr>
      <w:i/>
      <w:i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761050"/>
    <w:rPr>
      <w:i/>
      <w:iCs/>
      <w:color w:val="C7103A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61050"/>
    <w:pPr>
      <w:pBdr>
        <w:top w:val="single" w:sz="4" w:space="10" w:color="C7103A" w:themeColor="accent1" w:themeShade="BF"/>
        <w:bottom w:val="single" w:sz="4" w:space="10" w:color="C7103A" w:themeColor="accent1" w:themeShade="BF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61050"/>
    <w:rPr>
      <w:i/>
      <w:iCs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61050"/>
    <w:rPr>
      <w:b/>
      <w:bCs/>
      <w:caps w:val="0"/>
      <w:smallCaps/>
      <w:color w:val="C7103A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761050"/>
    <w:rPr>
      <w:color w:val="1B5E7B" w:themeColor="accent5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761050"/>
    <w:rPr>
      <w:color w:val="15485E" w:themeColor="background2" w:themeShade="40"/>
      <w:u w:val="single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610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color w:val="850B26" w:themeColor="accent1" w:themeShade="80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61050"/>
    <w:rPr>
      <w:rFonts w:asciiTheme="majorHAnsi" w:eastAsiaTheme="majorEastAsia" w:hAnsiTheme="majorHAnsi" w:cstheme="majorBidi"/>
      <w:color w:val="850B26" w:themeColor="accent1" w:themeShade="80"/>
      <w:sz w:val="24"/>
      <w:szCs w:val="24"/>
      <w:shd w:val="pct20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B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mya%20toheed\AppData\Local\Temp\Temp2_Party%20Flyer%20Template.zip\Party%20Flyer%20Template\tf0398240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BAD47A2C724079B2A16B32800071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9D438-41F7-4029-A716-4EE1A5BF7344}"/>
      </w:docPartPr>
      <w:docPartBody>
        <w:p w:rsidR="00000000" w:rsidRDefault="00D13694">
          <w:pPr>
            <w:pStyle w:val="EFBAD47A2C724079B2A16B328000713C"/>
          </w:pPr>
          <w:r>
            <w:rPr>
              <w:rStyle w:val="Heading1Char"/>
            </w:rPr>
            <w:t>You’re invited to the 10th annual</w:t>
          </w:r>
        </w:p>
      </w:docPartBody>
    </w:docPart>
    <w:docPart>
      <w:docPartPr>
        <w:name w:val="B061228B97554E3786D4FD99AAD68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6908A-A56F-4F50-AE6F-6050539D60D4}"/>
      </w:docPartPr>
      <w:docPartBody>
        <w:p w:rsidR="00000000" w:rsidRDefault="00D13694">
          <w:pPr>
            <w:pStyle w:val="B061228B97554E3786D4FD99AAD68DE1"/>
          </w:pPr>
          <w:r>
            <w:t>spring fling</w:t>
          </w:r>
        </w:p>
      </w:docPartBody>
    </w:docPart>
    <w:docPart>
      <w:docPartPr>
        <w:name w:val="54A003247B5540C9BFF36D0F4E843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941881-EFB8-4A2D-9478-4D1B44C51765}"/>
      </w:docPartPr>
      <w:docPartBody>
        <w:p w:rsidR="00000000" w:rsidRDefault="00D13694">
          <w:pPr>
            <w:pStyle w:val="54A003247B5540C9BFF36D0F4E84361D"/>
          </w:pPr>
          <w:r>
            <w:t>celebration</w:t>
          </w:r>
        </w:p>
      </w:docPartBody>
    </w:docPart>
    <w:docPart>
      <w:docPartPr>
        <w:name w:val="82A160D8B62E44FC99645C61BE063C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CCC9B-338F-462A-85D7-F8E4EB901537}"/>
      </w:docPartPr>
      <w:docPartBody>
        <w:p w:rsidR="00000000" w:rsidRDefault="00D13694">
          <w:pPr>
            <w:pStyle w:val="82A160D8B62E44FC99645C61BE063C1A"/>
          </w:pPr>
          <w:r>
            <w:t>To get started right away, just tap any placeholder text (such as this) and start typing to replace it with your own.</w:t>
          </w:r>
        </w:p>
      </w:docPartBody>
    </w:docPart>
    <w:docPart>
      <w:docPartPr>
        <w:name w:val="8B447A2278F54782BF31A36FAD416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8525E-7905-4421-843C-B5E8F7A0677B}"/>
      </w:docPartPr>
      <w:docPartBody>
        <w:p w:rsidR="00000000" w:rsidRDefault="00D13694">
          <w:pPr>
            <w:pStyle w:val="8B447A2278F54782BF31A36FAD416970"/>
          </w:pPr>
          <w:r w:rsidRPr="00EF656C">
            <w:t>Where:</w:t>
          </w:r>
        </w:p>
      </w:docPartBody>
    </w:docPart>
    <w:docPart>
      <w:docPartPr>
        <w:name w:val="36B6949EAD7247D4B2CD2214C8359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714D8-DAA9-4BFE-AC4C-28D2CE3D6EBB}"/>
      </w:docPartPr>
      <w:docPartBody>
        <w:p w:rsidR="00000000" w:rsidRDefault="00D13694">
          <w:pPr>
            <w:pStyle w:val="36B6949EAD7247D4B2CD2214C83596D4"/>
          </w:pPr>
          <w:r w:rsidRPr="00EF656C">
            <w:t>Event location</w:t>
          </w:r>
        </w:p>
      </w:docPartBody>
    </w:docPart>
    <w:docPart>
      <w:docPartPr>
        <w:name w:val="33FD3432ED2B4E33B1C7AD127D89E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0246E-ECBB-46AF-8F98-0141621182BB}"/>
      </w:docPartPr>
      <w:docPartBody>
        <w:p w:rsidR="00000000" w:rsidRDefault="00D13694">
          <w:pPr>
            <w:pStyle w:val="33FD3432ED2B4E33B1C7AD127D89E3A6"/>
          </w:pPr>
          <w:r w:rsidRPr="00EF656C">
            <w:t>When</w:t>
          </w:r>
          <w:r>
            <w:t>:</w:t>
          </w:r>
        </w:p>
      </w:docPartBody>
    </w:docPart>
    <w:docPart>
      <w:docPartPr>
        <w:name w:val="C4B5DF5C07C64D1B82AE21EDD737A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850BA-2E1F-4238-A131-12413322EED4}"/>
      </w:docPartPr>
      <w:docPartBody>
        <w:p w:rsidR="00000000" w:rsidRDefault="00D13694">
          <w:pPr>
            <w:pStyle w:val="C4B5DF5C07C64D1B82AE21EDD737A145"/>
          </w:pPr>
          <w:r w:rsidRPr="00EF656C">
            <w:t>Event date</w:t>
          </w:r>
        </w:p>
      </w:docPartBody>
    </w:docPart>
    <w:docPart>
      <w:docPartPr>
        <w:name w:val="1CFD1D26B00E4D71B5D42307FAB19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32285-F0D5-4E8A-9D6E-4F71B4766079}"/>
      </w:docPartPr>
      <w:docPartBody>
        <w:p w:rsidR="00000000" w:rsidRDefault="00D13694">
          <w:pPr>
            <w:pStyle w:val="1CFD1D26B00E4D71B5D42307FAB19800"/>
          </w:pPr>
          <w:r w:rsidRPr="00EF656C">
            <w:t>Time</w:t>
          </w:r>
          <w:r>
            <w:t>:</w:t>
          </w:r>
        </w:p>
      </w:docPartBody>
    </w:docPart>
    <w:docPart>
      <w:docPartPr>
        <w:name w:val="86A71C3826AA4A398DE3ADC036D502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12810B-B8E3-46BD-8D7A-65704D419EE0}"/>
      </w:docPartPr>
      <w:docPartBody>
        <w:p w:rsidR="00000000" w:rsidRDefault="00D13694">
          <w:pPr>
            <w:pStyle w:val="86A71C3826AA4A398DE3ADC036D502AA"/>
          </w:pPr>
          <w:r w:rsidRPr="00EF656C">
            <w:t>Event 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94"/>
    <w:rsid w:val="00D1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keepNext/>
      <w:keepLines/>
      <w:spacing w:line="360" w:lineRule="auto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3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65F91" w:themeColor="accent1" w:themeShade="BF"/>
      <w:sz w:val="28"/>
      <w:szCs w:val="32"/>
      <w:lang w:eastAsia="ja-JP"/>
    </w:rPr>
  </w:style>
  <w:style w:type="paragraph" w:customStyle="1" w:styleId="EFBAD47A2C724079B2A16B328000713C">
    <w:name w:val="EFBAD47A2C724079B2A16B328000713C"/>
  </w:style>
  <w:style w:type="paragraph" w:customStyle="1" w:styleId="B061228B97554E3786D4FD99AAD68DE1">
    <w:name w:val="B061228B97554E3786D4FD99AAD68DE1"/>
  </w:style>
  <w:style w:type="paragraph" w:customStyle="1" w:styleId="54A003247B5540C9BFF36D0F4E84361D">
    <w:name w:val="54A003247B5540C9BFF36D0F4E84361D"/>
  </w:style>
  <w:style w:type="paragraph" w:customStyle="1" w:styleId="82A160D8B62E44FC99645C61BE063C1A">
    <w:name w:val="82A160D8B62E44FC99645C61BE063C1A"/>
  </w:style>
  <w:style w:type="paragraph" w:customStyle="1" w:styleId="8B447A2278F54782BF31A36FAD416970">
    <w:name w:val="8B447A2278F54782BF31A36FAD416970"/>
  </w:style>
  <w:style w:type="paragraph" w:customStyle="1" w:styleId="36B6949EAD7247D4B2CD2214C83596D4">
    <w:name w:val="36B6949EAD7247D4B2CD2214C83596D4"/>
  </w:style>
  <w:style w:type="paragraph" w:customStyle="1" w:styleId="33FD3432ED2B4E33B1C7AD127D89E3A6">
    <w:name w:val="33FD3432ED2B4E33B1C7AD127D89E3A6"/>
  </w:style>
  <w:style w:type="paragraph" w:customStyle="1" w:styleId="C4B5DF5C07C64D1B82AE21EDD737A145">
    <w:name w:val="C4B5DF5C07C64D1B82AE21EDD737A145"/>
  </w:style>
  <w:style w:type="paragraph" w:customStyle="1" w:styleId="1CFD1D26B00E4D71B5D42307FAB19800">
    <w:name w:val="1CFD1D26B00E4D71B5D42307FAB19800"/>
  </w:style>
  <w:style w:type="paragraph" w:customStyle="1" w:styleId="86A71C3826AA4A398DE3ADC036D502AA">
    <w:name w:val="86A71C3826AA4A398DE3ADC036D502A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keepNext/>
      <w:keepLines/>
      <w:spacing w:line="360" w:lineRule="auto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3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65F91" w:themeColor="accent1" w:themeShade="BF"/>
      <w:sz w:val="28"/>
      <w:szCs w:val="32"/>
      <w:lang w:eastAsia="ja-JP"/>
    </w:rPr>
  </w:style>
  <w:style w:type="paragraph" w:customStyle="1" w:styleId="EFBAD47A2C724079B2A16B328000713C">
    <w:name w:val="EFBAD47A2C724079B2A16B328000713C"/>
  </w:style>
  <w:style w:type="paragraph" w:customStyle="1" w:styleId="B061228B97554E3786D4FD99AAD68DE1">
    <w:name w:val="B061228B97554E3786D4FD99AAD68DE1"/>
  </w:style>
  <w:style w:type="paragraph" w:customStyle="1" w:styleId="54A003247B5540C9BFF36D0F4E84361D">
    <w:name w:val="54A003247B5540C9BFF36D0F4E84361D"/>
  </w:style>
  <w:style w:type="paragraph" w:customStyle="1" w:styleId="82A160D8B62E44FC99645C61BE063C1A">
    <w:name w:val="82A160D8B62E44FC99645C61BE063C1A"/>
  </w:style>
  <w:style w:type="paragraph" w:customStyle="1" w:styleId="8B447A2278F54782BF31A36FAD416970">
    <w:name w:val="8B447A2278F54782BF31A36FAD416970"/>
  </w:style>
  <w:style w:type="paragraph" w:customStyle="1" w:styleId="36B6949EAD7247D4B2CD2214C83596D4">
    <w:name w:val="36B6949EAD7247D4B2CD2214C83596D4"/>
  </w:style>
  <w:style w:type="paragraph" w:customStyle="1" w:styleId="33FD3432ED2B4E33B1C7AD127D89E3A6">
    <w:name w:val="33FD3432ED2B4E33B1C7AD127D89E3A6"/>
  </w:style>
  <w:style w:type="paragraph" w:customStyle="1" w:styleId="C4B5DF5C07C64D1B82AE21EDD737A145">
    <w:name w:val="C4B5DF5C07C64D1B82AE21EDD737A145"/>
  </w:style>
  <w:style w:type="paragraph" w:customStyle="1" w:styleId="1CFD1D26B00E4D71B5D42307FAB19800">
    <w:name w:val="1CFD1D26B00E4D71B5D42307FAB19800"/>
  </w:style>
  <w:style w:type="paragraph" w:customStyle="1" w:styleId="86A71C3826AA4A398DE3ADC036D502AA">
    <w:name w:val="86A71C3826AA4A398DE3ADC036D502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pring">
      <a:dk1>
        <a:sysClr val="windowText" lastClr="000000"/>
      </a:dk1>
      <a:lt1>
        <a:sysClr val="window" lastClr="FFFFFF"/>
      </a:lt1>
      <a:dk2>
        <a:srgbClr val="6E4119"/>
      </a:dk2>
      <a:lt2>
        <a:srgbClr val="D7EDF6"/>
      </a:lt2>
      <a:accent1>
        <a:srgbClr val="EE325D"/>
      </a:accent1>
      <a:accent2>
        <a:srgbClr val="FBC925"/>
      </a:accent2>
      <a:accent3>
        <a:srgbClr val="B32225"/>
      </a:accent3>
      <a:accent4>
        <a:srgbClr val="76AA1B"/>
      </a:accent4>
      <a:accent5>
        <a:srgbClr val="53B1D9"/>
      </a:accent5>
      <a:accent6>
        <a:srgbClr val="A56A3A"/>
      </a:accent6>
      <a:hlink>
        <a:srgbClr val="53B1D9"/>
      </a:hlink>
      <a:folHlink>
        <a:srgbClr val="9576B5"/>
      </a:folHlink>
    </a:clrScheme>
    <a:fontScheme name="Georgia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F7FA90-9C58-417C-8F10-D44CFB4FC17D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6B294959-8300-468A-9607-48F709AABE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91E3A-373E-4DFD-8972-27FD5289A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tf03982400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2020-05-14T01:49:00Z</dcterms:created>
  <dcterms:modified xsi:type="dcterms:W3CDTF">2020-05-14T01:49:00Z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